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3137A" w14:textId="064F1A33" w:rsidR="00ED67BE" w:rsidRPr="00D03059" w:rsidRDefault="00ED67BE" w:rsidP="00ED67BE">
      <w:pPr>
        <w:tabs>
          <w:tab w:val="left" w:pos="6570"/>
        </w:tabs>
        <w:spacing w:after="0"/>
        <w:rPr>
          <w:sz w:val="38"/>
          <w:szCs w:val="28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E81EDB7" wp14:editId="61E1397E">
            <wp:simplePos x="0" y="0"/>
            <wp:positionH relativeFrom="column">
              <wp:posOffset>-65405</wp:posOffset>
            </wp:positionH>
            <wp:positionV relativeFrom="paragraph">
              <wp:posOffset>1270</wp:posOffset>
            </wp:positionV>
            <wp:extent cx="873760" cy="832485"/>
            <wp:effectExtent l="0" t="0" r="2540" b="5715"/>
            <wp:wrapSquare wrapText="bothSides"/>
            <wp:docPr id="2" name="Picture 2" descr="Image result for iis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isc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67BE">
        <w:rPr>
          <w:b/>
          <w:sz w:val="30"/>
          <w:szCs w:val="28"/>
        </w:rPr>
        <w:t>Department</w:t>
      </w:r>
      <w:r w:rsidRPr="00D03059">
        <w:rPr>
          <w:sz w:val="30"/>
          <w:szCs w:val="28"/>
        </w:rPr>
        <w:t>:</w:t>
      </w:r>
      <w:r w:rsidRPr="00D03059">
        <w:rPr>
          <w:sz w:val="26"/>
          <w:szCs w:val="28"/>
        </w:rPr>
        <w:t xml:space="preserve"> </w:t>
      </w:r>
      <w:sdt>
        <w:sdtPr>
          <w:rPr>
            <w:sz w:val="26"/>
            <w:szCs w:val="28"/>
          </w:rPr>
          <w:id w:val="1286311749"/>
          <w:text/>
        </w:sdtPr>
        <w:sdtEndPr/>
        <w:sdtContent>
          <w:r w:rsidRPr="00D03059">
            <w:rPr>
              <w:sz w:val="26"/>
              <w:szCs w:val="28"/>
            </w:rPr>
            <w:t>CeNSE</w:t>
          </w:r>
        </w:sdtContent>
      </w:sdt>
      <w:r>
        <w:rPr>
          <w:sz w:val="26"/>
          <w:szCs w:val="28"/>
        </w:rPr>
        <w:tab/>
      </w:r>
      <w:r>
        <w:rPr>
          <w:b/>
          <w:sz w:val="24"/>
          <w:szCs w:val="24"/>
        </w:rPr>
        <w:t xml:space="preserve">Review &amp; Initials </w:t>
      </w:r>
      <w:r>
        <w:rPr>
          <w:sz w:val="20"/>
          <w:szCs w:val="24"/>
        </w:rPr>
        <w:t>(e</w:t>
      </w:r>
      <w:r w:rsidRPr="00F4614D">
        <w:rPr>
          <w:sz w:val="20"/>
          <w:szCs w:val="24"/>
        </w:rPr>
        <w:t>very 6 months</w:t>
      </w:r>
      <w:r>
        <w:rPr>
          <w:sz w:val="20"/>
          <w:szCs w:val="24"/>
        </w:rPr>
        <w:t>)</w:t>
      </w:r>
    </w:p>
    <w:tbl>
      <w:tblPr>
        <w:tblStyle w:val="TableGrid"/>
        <w:tblpPr w:leftFromText="180" w:rightFromText="180" w:vertAnchor="text" w:horzAnchor="margin" w:tblpXSpec="right" w:tblpY="-37"/>
        <w:tblW w:w="381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36"/>
        <w:gridCol w:w="720"/>
        <w:gridCol w:w="720"/>
        <w:gridCol w:w="720"/>
        <w:gridCol w:w="720"/>
      </w:tblGrid>
      <w:tr w:rsidR="00ED67BE" w14:paraId="59AB58E4" w14:textId="77777777" w:rsidTr="00ED67BE">
        <w:trPr>
          <w:trHeight w:val="357"/>
        </w:trPr>
        <w:tc>
          <w:tcPr>
            <w:tcW w:w="936" w:type="dxa"/>
            <w:vAlign w:val="center"/>
          </w:tcPr>
          <w:p w14:paraId="2A7E9F47" w14:textId="77777777" w:rsidR="00ED67BE" w:rsidRDefault="00ED67BE" w:rsidP="00ED67BE">
            <w:r>
              <w:t>Date</w:t>
            </w:r>
          </w:p>
        </w:tc>
        <w:tc>
          <w:tcPr>
            <w:tcW w:w="720" w:type="dxa"/>
            <w:vAlign w:val="center"/>
          </w:tcPr>
          <w:p w14:paraId="56B13817" w14:textId="77777777" w:rsidR="00ED67BE" w:rsidRDefault="00ED67BE" w:rsidP="00ED67BE"/>
        </w:tc>
        <w:tc>
          <w:tcPr>
            <w:tcW w:w="720" w:type="dxa"/>
            <w:vAlign w:val="center"/>
          </w:tcPr>
          <w:p w14:paraId="67C1A744" w14:textId="77777777" w:rsidR="00ED67BE" w:rsidRDefault="00ED67BE" w:rsidP="00ED67BE"/>
        </w:tc>
        <w:tc>
          <w:tcPr>
            <w:tcW w:w="720" w:type="dxa"/>
            <w:vAlign w:val="center"/>
          </w:tcPr>
          <w:p w14:paraId="0B3ABE89" w14:textId="77777777" w:rsidR="00ED67BE" w:rsidRDefault="00ED67BE" w:rsidP="00ED67BE"/>
        </w:tc>
        <w:tc>
          <w:tcPr>
            <w:tcW w:w="720" w:type="dxa"/>
          </w:tcPr>
          <w:p w14:paraId="67AC57A6" w14:textId="77777777" w:rsidR="00ED67BE" w:rsidRDefault="00ED67BE" w:rsidP="00ED67BE"/>
        </w:tc>
      </w:tr>
      <w:tr w:rsidR="00ED67BE" w14:paraId="6505D073" w14:textId="77777777" w:rsidTr="00ED67BE">
        <w:trPr>
          <w:trHeight w:val="379"/>
        </w:trPr>
        <w:tc>
          <w:tcPr>
            <w:tcW w:w="936" w:type="dxa"/>
            <w:vAlign w:val="center"/>
          </w:tcPr>
          <w:p w14:paraId="1D7DF7A6" w14:textId="77777777" w:rsidR="00ED67BE" w:rsidRDefault="00ED67BE" w:rsidP="00ED67BE">
            <w:r>
              <w:t>Initials</w:t>
            </w:r>
          </w:p>
        </w:tc>
        <w:tc>
          <w:tcPr>
            <w:tcW w:w="720" w:type="dxa"/>
            <w:vAlign w:val="center"/>
          </w:tcPr>
          <w:p w14:paraId="04926676" w14:textId="77777777" w:rsidR="00ED67BE" w:rsidRDefault="00ED67BE" w:rsidP="00ED67BE"/>
        </w:tc>
        <w:tc>
          <w:tcPr>
            <w:tcW w:w="720" w:type="dxa"/>
            <w:vAlign w:val="center"/>
          </w:tcPr>
          <w:p w14:paraId="7F717775" w14:textId="77777777" w:rsidR="00ED67BE" w:rsidRDefault="00ED67BE" w:rsidP="00ED67BE"/>
        </w:tc>
        <w:tc>
          <w:tcPr>
            <w:tcW w:w="720" w:type="dxa"/>
            <w:vAlign w:val="center"/>
          </w:tcPr>
          <w:p w14:paraId="3F00C55B" w14:textId="77777777" w:rsidR="00ED67BE" w:rsidRDefault="00ED67BE" w:rsidP="00ED67BE"/>
        </w:tc>
        <w:tc>
          <w:tcPr>
            <w:tcW w:w="720" w:type="dxa"/>
          </w:tcPr>
          <w:p w14:paraId="1BA005A8" w14:textId="77777777" w:rsidR="00ED67BE" w:rsidRDefault="00ED67BE" w:rsidP="00ED67BE"/>
        </w:tc>
      </w:tr>
    </w:tbl>
    <w:p w14:paraId="216EE6EB" w14:textId="7DC0DD84" w:rsidR="00ED67BE" w:rsidRDefault="00ED67BE" w:rsidP="00ED67BE">
      <w:pPr>
        <w:tabs>
          <w:tab w:val="left" w:pos="6804"/>
        </w:tabs>
        <w:spacing w:after="0"/>
        <w:rPr>
          <w:sz w:val="40"/>
          <w:szCs w:val="28"/>
        </w:rPr>
      </w:pPr>
      <w:r w:rsidRPr="00F13D7E">
        <w:rPr>
          <w:sz w:val="40"/>
          <w:szCs w:val="28"/>
        </w:rPr>
        <w:t xml:space="preserve">Room No:  </w:t>
      </w:r>
      <w:sdt>
        <w:sdtPr>
          <w:rPr>
            <w:sz w:val="36"/>
            <w:szCs w:val="28"/>
          </w:rPr>
          <w:alias w:val="Enter Room label"/>
          <w:tag w:val="Enter Room label"/>
          <w:id w:val="882898590"/>
          <w:placeholder>
            <w:docPart w:val="203AB033A9FC4866832D8E12F0A8CB66"/>
          </w:placeholder>
          <w:text/>
        </w:sdtPr>
        <w:sdtEndPr/>
        <w:sdtContent>
          <w:r w:rsidRPr="00430327">
            <w:rPr>
              <w:sz w:val="36"/>
              <w:szCs w:val="28"/>
            </w:rPr>
            <w:t>SF-</w:t>
          </w:r>
          <w:r>
            <w:rPr>
              <w:sz w:val="36"/>
              <w:szCs w:val="28"/>
            </w:rPr>
            <w:t>XY</w:t>
          </w:r>
        </w:sdtContent>
      </w:sdt>
    </w:p>
    <w:p w14:paraId="369D96AB" w14:textId="191EF4E7" w:rsidR="00ED67BE" w:rsidRPr="00ED67BE" w:rsidRDefault="00ED67BE" w:rsidP="00ED67BE">
      <w:pPr>
        <w:spacing w:after="0"/>
        <w:rPr>
          <w:sz w:val="38"/>
          <w:szCs w:val="28"/>
        </w:rPr>
      </w:pPr>
      <w:r w:rsidRPr="00ED67BE">
        <w:rPr>
          <w:sz w:val="30"/>
          <w:szCs w:val="28"/>
        </w:rPr>
        <w:t xml:space="preserve">Lab Name:  </w:t>
      </w:r>
      <w:sdt>
        <w:sdtPr>
          <w:rPr>
            <w:sz w:val="26"/>
            <w:szCs w:val="28"/>
          </w:rPr>
          <w:alias w:val="Enter Room label"/>
          <w:tag w:val="Enter Room label"/>
          <w:id w:val="4094013"/>
          <w:placeholder>
            <w:docPart w:val="6B259763C43547128B6CAC8A1627ADA9"/>
          </w:placeholder>
          <w:text/>
        </w:sdtPr>
        <w:sdtEndPr/>
        <w:sdtContent>
          <w:r w:rsidRPr="00ED67BE">
            <w:rPr>
              <w:sz w:val="26"/>
              <w:szCs w:val="28"/>
            </w:rPr>
            <w:t>XYZ Lab</w:t>
          </w:r>
        </w:sdtContent>
      </w:sdt>
    </w:p>
    <w:p w14:paraId="19DDF8D1" w14:textId="36BFB8C0" w:rsidR="002A544E" w:rsidRPr="00F13D7E" w:rsidRDefault="00ED67BE" w:rsidP="00ED67BE">
      <w:pPr>
        <w:tabs>
          <w:tab w:val="left" w:pos="6570"/>
        </w:tabs>
        <w:spacing w:after="0" w:line="240" w:lineRule="auto"/>
        <w:rPr>
          <w:b/>
          <w:sz w:val="24"/>
          <w:szCs w:val="24"/>
        </w:rPr>
      </w:pPr>
      <w:r>
        <w:rPr>
          <w:noProof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7"/>
        <w:gridCol w:w="4266"/>
        <w:gridCol w:w="1805"/>
        <w:gridCol w:w="1908"/>
      </w:tblGrid>
      <w:tr w:rsidR="00D03059" w:rsidRPr="002A544E" w14:paraId="141CCADA" w14:textId="77777777" w:rsidTr="00ED67BE">
        <w:tc>
          <w:tcPr>
            <w:tcW w:w="2477" w:type="dxa"/>
          </w:tcPr>
          <w:p w14:paraId="103F4403" w14:textId="77777777" w:rsidR="002A544E" w:rsidRPr="00E377A9" w:rsidRDefault="002A544E" w:rsidP="002B73AA">
            <w:pPr>
              <w:rPr>
                <w:b/>
                <w:color w:val="FF0000"/>
                <w:sz w:val="28"/>
                <w:szCs w:val="28"/>
              </w:rPr>
            </w:pPr>
            <w:r w:rsidRPr="00E377A9">
              <w:rPr>
                <w:b/>
                <w:color w:val="FF0000"/>
                <w:sz w:val="28"/>
                <w:szCs w:val="28"/>
              </w:rPr>
              <w:t>Emergency Contact</w:t>
            </w:r>
          </w:p>
        </w:tc>
        <w:tc>
          <w:tcPr>
            <w:tcW w:w="4266" w:type="dxa"/>
          </w:tcPr>
          <w:p w14:paraId="6620D58B" w14:textId="77777777" w:rsidR="002A544E" w:rsidRPr="00E377A9" w:rsidRDefault="002A544E" w:rsidP="002B73AA">
            <w:pPr>
              <w:rPr>
                <w:b/>
                <w:color w:val="FF0000"/>
                <w:sz w:val="28"/>
                <w:szCs w:val="28"/>
              </w:rPr>
            </w:pPr>
            <w:r w:rsidRPr="00E377A9">
              <w:rPr>
                <w:b/>
                <w:color w:val="FF0000"/>
                <w:sz w:val="28"/>
                <w:szCs w:val="28"/>
              </w:rPr>
              <w:t>Name</w:t>
            </w:r>
          </w:p>
        </w:tc>
        <w:tc>
          <w:tcPr>
            <w:tcW w:w="1805" w:type="dxa"/>
          </w:tcPr>
          <w:p w14:paraId="14AD2704" w14:textId="77777777" w:rsidR="002A544E" w:rsidRPr="00E377A9" w:rsidRDefault="002A544E" w:rsidP="002B73AA">
            <w:pPr>
              <w:rPr>
                <w:b/>
                <w:color w:val="FF0000"/>
                <w:sz w:val="28"/>
                <w:szCs w:val="28"/>
              </w:rPr>
            </w:pPr>
            <w:r w:rsidRPr="00E377A9">
              <w:rPr>
                <w:b/>
                <w:color w:val="FF0000"/>
                <w:sz w:val="28"/>
                <w:szCs w:val="28"/>
              </w:rPr>
              <w:t>Office</w:t>
            </w:r>
          </w:p>
        </w:tc>
        <w:tc>
          <w:tcPr>
            <w:tcW w:w="1908" w:type="dxa"/>
          </w:tcPr>
          <w:p w14:paraId="51BE7F0C" w14:textId="4389BDD9" w:rsidR="002A544E" w:rsidRPr="00E377A9" w:rsidRDefault="002B2F42" w:rsidP="002A544E">
            <w:pPr>
              <w:tabs>
                <w:tab w:val="left" w:pos="7230"/>
              </w:tabs>
              <w:rPr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Mobile</w:t>
            </w:r>
          </w:p>
        </w:tc>
      </w:tr>
      <w:tr w:rsidR="00D03059" w:rsidRPr="002A544E" w14:paraId="0C3D2CE8" w14:textId="77777777" w:rsidTr="00ED67BE">
        <w:tc>
          <w:tcPr>
            <w:tcW w:w="2477" w:type="dxa"/>
          </w:tcPr>
          <w:p w14:paraId="2F9EB85B" w14:textId="77777777" w:rsidR="002A544E" w:rsidRPr="002A544E" w:rsidRDefault="002A544E" w:rsidP="002A544E">
            <w:pPr>
              <w:tabs>
                <w:tab w:val="left" w:pos="7230"/>
              </w:tabs>
              <w:rPr>
                <w:sz w:val="28"/>
                <w:szCs w:val="28"/>
              </w:rPr>
            </w:pPr>
            <w:r w:rsidRPr="002A544E">
              <w:rPr>
                <w:sz w:val="28"/>
                <w:szCs w:val="28"/>
              </w:rPr>
              <w:t>Safety In-charge 1</w:t>
            </w:r>
          </w:p>
        </w:tc>
        <w:sdt>
          <w:sdtPr>
            <w:rPr>
              <w:sz w:val="32"/>
              <w:szCs w:val="28"/>
            </w:rPr>
            <w:id w:val="1659956155"/>
            <w:placeholder>
              <w:docPart w:val="98BB5388299A4DA389967E7B6970EE81"/>
            </w:placeholder>
            <w:text/>
          </w:sdtPr>
          <w:sdtEndPr/>
          <w:sdtContent>
            <w:tc>
              <w:tcPr>
                <w:tcW w:w="4266" w:type="dxa"/>
              </w:tcPr>
              <w:p w14:paraId="77134682" w14:textId="77777777" w:rsidR="002A544E" w:rsidRPr="002A544E" w:rsidRDefault="00C61F8D" w:rsidP="00C61F8D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sz w:val="32"/>
                    <w:szCs w:val="28"/>
                  </w:rPr>
                  <w:t>Student name 1</w:t>
                </w:r>
              </w:p>
            </w:tc>
          </w:sdtContent>
        </w:sdt>
        <w:tc>
          <w:tcPr>
            <w:tcW w:w="1805" w:type="dxa"/>
          </w:tcPr>
          <w:p w14:paraId="3984E60F" w14:textId="77777777" w:rsidR="002A544E" w:rsidRPr="002A544E" w:rsidRDefault="00C61F8D" w:rsidP="00C61F8D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SF-XY</w:t>
            </w:r>
          </w:p>
        </w:tc>
        <w:sdt>
          <w:sdtPr>
            <w:rPr>
              <w:rStyle w:val="Style2"/>
              <w:sz w:val="32"/>
            </w:rPr>
            <w:id w:val="1083726334"/>
            <w:placeholder>
              <w:docPart w:val="9CD0431215484C8094B2715B9009409D"/>
            </w:placeholder>
            <w:text/>
          </w:sdtPr>
          <w:sdtEndPr>
            <w:rPr>
              <w:rStyle w:val="Style2"/>
            </w:rPr>
          </w:sdtEndPr>
          <w:sdtContent>
            <w:tc>
              <w:tcPr>
                <w:tcW w:w="1908" w:type="dxa"/>
              </w:tcPr>
              <w:p w14:paraId="3A7A989A" w14:textId="77777777" w:rsidR="002A544E" w:rsidRPr="002A544E" w:rsidRDefault="00C61F8D" w:rsidP="00C61F8D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rStyle w:val="Style2"/>
                    <w:sz w:val="32"/>
                  </w:rPr>
                  <w:t>Mobile. No.</w:t>
                </w:r>
              </w:p>
            </w:tc>
          </w:sdtContent>
        </w:sdt>
      </w:tr>
      <w:tr w:rsidR="00D03059" w:rsidRPr="002A544E" w14:paraId="2F486033" w14:textId="77777777" w:rsidTr="00ED67BE">
        <w:tc>
          <w:tcPr>
            <w:tcW w:w="2477" w:type="dxa"/>
          </w:tcPr>
          <w:p w14:paraId="21F07568" w14:textId="77777777" w:rsidR="002A544E" w:rsidRPr="002A544E" w:rsidRDefault="002A544E" w:rsidP="00E377A9">
            <w:pPr>
              <w:tabs>
                <w:tab w:val="left" w:pos="7230"/>
              </w:tabs>
              <w:rPr>
                <w:sz w:val="28"/>
                <w:szCs w:val="28"/>
              </w:rPr>
            </w:pPr>
            <w:r w:rsidRPr="002A544E">
              <w:rPr>
                <w:sz w:val="28"/>
                <w:szCs w:val="28"/>
              </w:rPr>
              <w:t xml:space="preserve">Safety In-charge </w:t>
            </w:r>
            <w:r w:rsidR="00E377A9">
              <w:rPr>
                <w:sz w:val="28"/>
                <w:szCs w:val="28"/>
              </w:rPr>
              <w:t>2</w:t>
            </w:r>
          </w:p>
        </w:tc>
        <w:sdt>
          <w:sdtPr>
            <w:rPr>
              <w:sz w:val="32"/>
              <w:szCs w:val="28"/>
            </w:rPr>
            <w:id w:val="6452250"/>
            <w:placeholder>
              <w:docPart w:val="F57609A6A1D14E21A9260CF9AFB38D27"/>
            </w:placeholder>
            <w:text/>
          </w:sdtPr>
          <w:sdtEndPr/>
          <w:sdtContent>
            <w:tc>
              <w:tcPr>
                <w:tcW w:w="4266" w:type="dxa"/>
              </w:tcPr>
              <w:p w14:paraId="20D4E84E" w14:textId="77777777" w:rsidR="002A544E" w:rsidRPr="002A544E" w:rsidRDefault="00C61F8D" w:rsidP="00C61F8D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sz w:val="32"/>
                    <w:szCs w:val="28"/>
                  </w:rPr>
                  <w:t>Student name 2</w:t>
                </w:r>
              </w:p>
            </w:tc>
          </w:sdtContent>
        </w:sdt>
        <w:tc>
          <w:tcPr>
            <w:tcW w:w="1805" w:type="dxa"/>
          </w:tcPr>
          <w:p w14:paraId="22E0C3CA" w14:textId="77777777" w:rsidR="002A544E" w:rsidRPr="002A544E" w:rsidRDefault="00C61F8D" w:rsidP="00C61F8D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FF-XY</w:t>
            </w:r>
          </w:p>
        </w:tc>
        <w:sdt>
          <w:sdtPr>
            <w:rPr>
              <w:rStyle w:val="Style2"/>
              <w:sz w:val="32"/>
            </w:rPr>
            <w:id w:val="6452252"/>
            <w:placeholder>
              <w:docPart w:val="47B1D2013E62481483F63E2AF8E69829"/>
            </w:placeholder>
            <w:text/>
          </w:sdtPr>
          <w:sdtEndPr>
            <w:rPr>
              <w:rStyle w:val="Style2"/>
            </w:rPr>
          </w:sdtEndPr>
          <w:sdtContent>
            <w:tc>
              <w:tcPr>
                <w:tcW w:w="1908" w:type="dxa"/>
              </w:tcPr>
              <w:p w14:paraId="23C3F2DA" w14:textId="77777777" w:rsidR="002A544E" w:rsidRPr="002A544E" w:rsidRDefault="00C61F8D" w:rsidP="002A544E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rStyle w:val="Style2"/>
                    <w:sz w:val="32"/>
                  </w:rPr>
                  <w:t>Mobile. No.</w:t>
                </w:r>
              </w:p>
            </w:tc>
          </w:sdtContent>
        </w:sdt>
      </w:tr>
      <w:tr w:rsidR="00D03059" w:rsidRPr="002A544E" w14:paraId="16FB9CDD" w14:textId="77777777" w:rsidTr="00ED67BE">
        <w:tc>
          <w:tcPr>
            <w:tcW w:w="2477" w:type="dxa"/>
          </w:tcPr>
          <w:p w14:paraId="069F578D" w14:textId="77777777" w:rsidR="002A544E" w:rsidRPr="002A544E" w:rsidRDefault="002A544E" w:rsidP="002A544E">
            <w:pPr>
              <w:tabs>
                <w:tab w:val="left" w:pos="7230"/>
              </w:tabs>
              <w:rPr>
                <w:sz w:val="28"/>
                <w:szCs w:val="28"/>
              </w:rPr>
            </w:pPr>
            <w:r w:rsidRPr="002A544E">
              <w:rPr>
                <w:sz w:val="28"/>
                <w:szCs w:val="28"/>
              </w:rPr>
              <w:t>Faculty</w:t>
            </w:r>
          </w:p>
        </w:tc>
        <w:sdt>
          <w:sdtPr>
            <w:rPr>
              <w:sz w:val="32"/>
              <w:szCs w:val="28"/>
            </w:rPr>
            <w:id w:val="168231808"/>
            <w:placeholder>
              <w:docPart w:val="A9096105FCFD4B349C51D762FD032474"/>
            </w:placeholder>
            <w:text/>
          </w:sdtPr>
          <w:sdtEndPr/>
          <w:sdtContent>
            <w:tc>
              <w:tcPr>
                <w:tcW w:w="4266" w:type="dxa"/>
              </w:tcPr>
              <w:p w14:paraId="29EE7997" w14:textId="77777777" w:rsidR="002A544E" w:rsidRPr="002A544E" w:rsidRDefault="00C61F8D" w:rsidP="00C61F8D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sz w:val="32"/>
                    <w:szCs w:val="28"/>
                  </w:rPr>
                  <w:t>Faculty Name</w:t>
                </w:r>
              </w:p>
            </w:tc>
          </w:sdtContent>
        </w:sdt>
        <w:tc>
          <w:tcPr>
            <w:tcW w:w="1805" w:type="dxa"/>
          </w:tcPr>
          <w:p w14:paraId="3CBB66A1" w14:textId="77777777" w:rsidR="002A544E" w:rsidRPr="002A544E" w:rsidRDefault="00C61F8D" w:rsidP="00C61F8D">
            <w:pPr>
              <w:tabs>
                <w:tab w:val="left" w:pos="72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TF-XY</w:t>
            </w:r>
          </w:p>
        </w:tc>
        <w:sdt>
          <w:sdtPr>
            <w:rPr>
              <w:rStyle w:val="Style2"/>
              <w:sz w:val="32"/>
            </w:rPr>
            <w:id w:val="6452253"/>
            <w:placeholder>
              <w:docPart w:val="85C675632EFA4EB2B4548695B0661ACA"/>
            </w:placeholder>
            <w:text/>
          </w:sdtPr>
          <w:sdtEndPr>
            <w:rPr>
              <w:rStyle w:val="Style2"/>
            </w:rPr>
          </w:sdtEndPr>
          <w:sdtContent>
            <w:tc>
              <w:tcPr>
                <w:tcW w:w="1908" w:type="dxa"/>
              </w:tcPr>
              <w:p w14:paraId="7C5D00FB" w14:textId="77777777" w:rsidR="002A544E" w:rsidRPr="002A544E" w:rsidRDefault="00C61F8D" w:rsidP="002A544E">
                <w:pPr>
                  <w:tabs>
                    <w:tab w:val="left" w:pos="7230"/>
                  </w:tabs>
                  <w:rPr>
                    <w:sz w:val="28"/>
                    <w:szCs w:val="28"/>
                  </w:rPr>
                </w:pPr>
                <w:r>
                  <w:rPr>
                    <w:rStyle w:val="Style2"/>
                    <w:sz w:val="32"/>
                  </w:rPr>
                  <w:t>Mobile. No.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horzAnchor="margin" w:tblpXSpec="right" w:tblpY="107"/>
        <w:tblW w:w="0" w:type="auto"/>
        <w:tblLook w:val="04A0" w:firstRow="1" w:lastRow="0" w:firstColumn="1" w:lastColumn="0" w:noHBand="0" w:noVBand="1"/>
      </w:tblPr>
      <w:tblGrid>
        <w:gridCol w:w="1301"/>
        <w:gridCol w:w="1926"/>
      </w:tblGrid>
      <w:tr w:rsidR="009C41F7" w14:paraId="7C85515E" w14:textId="77777777" w:rsidTr="009C41F7">
        <w:trPr>
          <w:trHeight w:val="413"/>
        </w:trPr>
        <w:tc>
          <w:tcPr>
            <w:tcW w:w="3227" w:type="dxa"/>
            <w:gridSpan w:val="2"/>
            <w:vAlign w:val="center"/>
          </w:tcPr>
          <w:p w14:paraId="4DBD918B" w14:textId="77777777" w:rsidR="009C41F7" w:rsidRPr="00F13D7E" w:rsidRDefault="009C41F7" w:rsidP="009C41F7">
            <w:pPr>
              <w:rPr>
                <w:b/>
                <w:sz w:val="28"/>
                <w:szCs w:val="28"/>
              </w:rPr>
            </w:pPr>
            <w:r w:rsidRPr="00F13D7E">
              <w:rPr>
                <w:b/>
                <w:sz w:val="28"/>
                <w:szCs w:val="28"/>
              </w:rPr>
              <w:t>Description of Hazards</w:t>
            </w:r>
          </w:p>
        </w:tc>
      </w:tr>
      <w:tr w:rsidR="009C41F7" w14:paraId="0D626930" w14:textId="77777777" w:rsidTr="009C41F7">
        <w:trPr>
          <w:trHeight w:val="623"/>
        </w:trPr>
        <w:tc>
          <w:tcPr>
            <w:tcW w:w="1301" w:type="dxa"/>
            <w:vAlign w:val="center"/>
          </w:tcPr>
          <w:sdt>
            <w:sdtPr>
              <w:rPr>
                <w:noProof/>
                <w:sz w:val="28"/>
                <w:szCs w:val="28"/>
                <w:lang w:eastAsia="en-IN"/>
              </w:rPr>
              <w:id w:val="5188766"/>
              <w:picture/>
            </w:sdtPr>
            <w:sdtEndPr/>
            <w:sdtContent>
              <w:p w14:paraId="218F751E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4C0C4A70" wp14:editId="0E90946A">
                      <wp:extent cx="669600" cy="581595"/>
                      <wp:effectExtent l="19050" t="0" r="0" b="0"/>
                      <wp:docPr id="25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581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sdt>
          <w:sdtPr>
            <w:rPr>
              <w:sz w:val="28"/>
              <w:szCs w:val="28"/>
            </w:rPr>
            <w:id w:val="2077165855"/>
            <w:text/>
          </w:sdtPr>
          <w:sdtEndPr/>
          <w:sdtContent>
            <w:tc>
              <w:tcPr>
                <w:tcW w:w="1926" w:type="dxa"/>
                <w:vAlign w:val="center"/>
              </w:tcPr>
              <w:p w14:paraId="178CBE04" w14:textId="77777777" w:rsidR="009C41F7" w:rsidRDefault="000238B4" w:rsidP="009C41F7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Nitrogen cylinder</w:t>
                </w:r>
              </w:p>
            </w:tc>
          </w:sdtContent>
        </w:sdt>
      </w:tr>
      <w:tr w:rsidR="009C41F7" w14:paraId="7251A197" w14:textId="77777777" w:rsidTr="009C41F7">
        <w:trPr>
          <w:trHeight w:val="596"/>
        </w:trPr>
        <w:tc>
          <w:tcPr>
            <w:tcW w:w="1301" w:type="dxa"/>
            <w:vAlign w:val="center"/>
          </w:tcPr>
          <w:sdt>
            <w:sdtPr>
              <w:rPr>
                <w:noProof/>
                <w:color w:val="808080"/>
                <w:sz w:val="28"/>
                <w:szCs w:val="28"/>
                <w:lang w:eastAsia="en-IN"/>
              </w:rPr>
              <w:id w:val="318622218"/>
              <w:picture/>
            </w:sdtPr>
            <w:sdtEndPr/>
            <w:sdtContent>
              <w:p w14:paraId="1369FFBA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5B9A654C" wp14:editId="4D2CF6B1">
                      <wp:extent cx="669600" cy="594987"/>
                      <wp:effectExtent l="19050" t="0" r="0" b="0"/>
                      <wp:docPr id="26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59498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26" w:type="dxa"/>
            <w:vAlign w:val="center"/>
          </w:tcPr>
          <w:sdt>
            <w:sdtPr>
              <w:rPr>
                <w:sz w:val="28"/>
                <w:szCs w:val="28"/>
              </w:rPr>
              <w:id w:val="1585343622"/>
              <w:text/>
            </w:sdtPr>
            <w:sdtEndPr/>
            <w:sdtContent>
              <w:p w14:paraId="64843944" w14:textId="77777777" w:rsidR="000238B4" w:rsidRDefault="000238B4" w:rsidP="000238B4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Acids in fume hood</w:t>
                </w:r>
              </w:p>
            </w:sdtContent>
          </w:sdt>
          <w:p w14:paraId="3F95D678" w14:textId="77777777" w:rsidR="009C41F7" w:rsidRDefault="009C41F7" w:rsidP="009C41F7">
            <w:pPr>
              <w:rPr>
                <w:sz w:val="28"/>
                <w:szCs w:val="28"/>
              </w:rPr>
            </w:pPr>
          </w:p>
        </w:tc>
      </w:tr>
      <w:tr w:rsidR="009C41F7" w14:paraId="74CAEAF5" w14:textId="77777777" w:rsidTr="009C41F7">
        <w:trPr>
          <w:trHeight w:val="623"/>
        </w:trPr>
        <w:tc>
          <w:tcPr>
            <w:tcW w:w="1301" w:type="dxa"/>
            <w:vAlign w:val="center"/>
          </w:tcPr>
          <w:sdt>
            <w:sdtPr>
              <w:rPr>
                <w:noProof/>
                <w:color w:val="808080"/>
                <w:sz w:val="28"/>
                <w:szCs w:val="28"/>
                <w:lang w:eastAsia="en-IN"/>
              </w:rPr>
              <w:id w:val="192040660"/>
              <w:picture/>
            </w:sdtPr>
            <w:sdtEndPr/>
            <w:sdtContent>
              <w:p w14:paraId="40B1228E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5100B539" wp14:editId="23352C24">
                      <wp:extent cx="669600" cy="625597"/>
                      <wp:effectExtent l="19050" t="0" r="0" b="0"/>
                      <wp:docPr id="27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62559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26" w:type="dxa"/>
            <w:vAlign w:val="center"/>
          </w:tcPr>
          <w:sdt>
            <w:sdtPr>
              <w:rPr>
                <w:rFonts w:eastAsiaTheme="minorEastAsia"/>
                <w:sz w:val="28"/>
                <w:szCs w:val="28"/>
                <w:lang w:eastAsia="en-IN"/>
              </w:rPr>
              <w:id w:val="-1109742591"/>
              <w:text/>
            </w:sdtPr>
            <w:sdtEndPr/>
            <w:sdtContent>
              <w:p w14:paraId="66876F6F" w14:textId="77777777" w:rsidR="009C41F7" w:rsidRDefault="000238B4" w:rsidP="009C41F7">
                <w:pPr>
                  <w:rPr>
                    <w:sz w:val="28"/>
                    <w:szCs w:val="28"/>
                  </w:rPr>
                </w:pPr>
                <w:r w:rsidRPr="000238B4">
                  <w:rPr>
                    <w:rFonts w:eastAsiaTheme="minorEastAsia"/>
                    <w:sz w:val="28"/>
                    <w:szCs w:val="28"/>
                    <w:lang w:eastAsia="en-IN"/>
                  </w:rPr>
                  <w:t xml:space="preserve"> Class 3B He-Ne Laser </w:t>
                </w:r>
              </w:p>
            </w:sdtContent>
          </w:sdt>
        </w:tc>
      </w:tr>
      <w:tr w:rsidR="009C41F7" w14:paraId="06DFDDC7" w14:textId="77777777" w:rsidTr="009C41F7">
        <w:trPr>
          <w:trHeight w:val="596"/>
        </w:trPr>
        <w:tc>
          <w:tcPr>
            <w:tcW w:w="1301" w:type="dxa"/>
            <w:vAlign w:val="center"/>
          </w:tcPr>
          <w:sdt>
            <w:sdtPr>
              <w:rPr>
                <w:noProof/>
                <w:color w:val="808080"/>
                <w:sz w:val="28"/>
                <w:szCs w:val="28"/>
                <w:lang w:eastAsia="en-IN"/>
              </w:rPr>
              <w:id w:val="-212122057"/>
              <w:picture/>
            </w:sdtPr>
            <w:sdtEndPr/>
            <w:sdtContent>
              <w:p w14:paraId="27A4BFF4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49EB3226" wp14:editId="5EEFCA2C">
                      <wp:extent cx="669600" cy="562463"/>
                      <wp:effectExtent l="19050" t="0" r="0" b="0"/>
                      <wp:docPr id="28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5624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26" w:type="dxa"/>
            <w:vAlign w:val="center"/>
          </w:tcPr>
          <w:sdt>
            <w:sdtPr>
              <w:rPr>
                <w:sz w:val="28"/>
                <w:szCs w:val="28"/>
              </w:rPr>
              <w:id w:val="990675379"/>
              <w:text/>
            </w:sdtPr>
            <w:sdtEndPr/>
            <w:sdtContent>
              <w:p w14:paraId="7664AC5C" w14:textId="77777777" w:rsidR="000238B4" w:rsidRDefault="000238B4" w:rsidP="000238B4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HV power supply equipment</w:t>
                </w:r>
              </w:p>
            </w:sdtContent>
          </w:sdt>
          <w:p w14:paraId="0F353285" w14:textId="77777777" w:rsidR="009C41F7" w:rsidRDefault="009C41F7" w:rsidP="009C41F7">
            <w:pPr>
              <w:rPr>
                <w:sz w:val="28"/>
                <w:szCs w:val="28"/>
              </w:rPr>
            </w:pPr>
          </w:p>
        </w:tc>
      </w:tr>
      <w:tr w:rsidR="009C41F7" w14:paraId="639EFF3A" w14:textId="77777777" w:rsidTr="009C41F7">
        <w:trPr>
          <w:trHeight w:val="623"/>
        </w:trPr>
        <w:sdt>
          <w:sdtPr>
            <w:rPr>
              <w:color w:val="808080"/>
              <w:sz w:val="28"/>
              <w:szCs w:val="28"/>
            </w:rPr>
            <w:id w:val="-13611406"/>
            <w:showingPlcHdr/>
            <w:picture/>
          </w:sdtPr>
          <w:sdtEndPr/>
          <w:sdtContent>
            <w:tc>
              <w:tcPr>
                <w:tcW w:w="1301" w:type="dxa"/>
                <w:vAlign w:val="center"/>
              </w:tcPr>
              <w:p w14:paraId="554BDD61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302BE92E" wp14:editId="1F9D5278">
                      <wp:extent cx="669600" cy="669600"/>
                      <wp:effectExtent l="0" t="0" r="0" b="0"/>
                      <wp:docPr id="29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66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366221869"/>
            <w:showingPlcHdr/>
            <w:text/>
          </w:sdtPr>
          <w:sdtEndPr/>
          <w:sdtContent>
            <w:tc>
              <w:tcPr>
                <w:tcW w:w="1926" w:type="dxa"/>
                <w:vAlign w:val="center"/>
              </w:tcPr>
              <w:p w14:paraId="5A78B405" w14:textId="77777777" w:rsidR="009C41F7" w:rsidRDefault="006C4394" w:rsidP="006C4394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  <w:tr w:rsidR="009C41F7" w14:paraId="352E0424" w14:textId="77777777" w:rsidTr="009C41F7">
        <w:trPr>
          <w:trHeight w:val="596"/>
        </w:trPr>
        <w:sdt>
          <w:sdtPr>
            <w:rPr>
              <w:color w:val="808080"/>
              <w:sz w:val="28"/>
              <w:szCs w:val="28"/>
            </w:rPr>
            <w:id w:val="-724753780"/>
            <w:showingPlcHdr/>
            <w:picture/>
          </w:sdtPr>
          <w:sdtEndPr/>
          <w:sdtContent>
            <w:tc>
              <w:tcPr>
                <w:tcW w:w="1301" w:type="dxa"/>
                <w:vAlign w:val="center"/>
              </w:tcPr>
              <w:p w14:paraId="65B244FC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71718761" wp14:editId="2B638083">
                      <wp:extent cx="669600" cy="669600"/>
                      <wp:effectExtent l="0" t="0" r="0" b="0"/>
                      <wp:docPr id="30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66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018225037"/>
            <w:showingPlcHdr/>
            <w:text/>
          </w:sdtPr>
          <w:sdtEndPr/>
          <w:sdtContent>
            <w:tc>
              <w:tcPr>
                <w:tcW w:w="1926" w:type="dxa"/>
                <w:vAlign w:val="center"/>
              </w:tcPr>
              <w:p w14:paraId="030D6D7D" w14:textId="77777777" w:rsidR="009C41F7" w:rsidRDefault="006C4394" w:rsidP="006C4394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  <w:tr w:rsidR="009C41F7" w14:paraId="58E08931" w14:textId="77777777" w:rsidTr="009C41F7">
        <w:trPr>
          <w:trHeight w:val="623"/>
        </w:trPr>
        <w:sdt>
          <w:sdtPr>
            <w:rPr>
              <w:color w:val="808080"/>
              <w:sz w:val="28"/>
              <w:szCs w:val="28"/>
            </w:rPr>
            <w:id w:val="-1320802063"/>
            <w:showingPlcHdr/>
            <w:picture/>
          </w:sdtPr>
          <w:sdtEndPr/>
          <w:sdtContent>
            <w:tc>
              <w:tcPr>
                <w:tcW w:w="1301" w:type="dxa"/>
                <w:vAlign w:val="center"/>
              </w:tcPr>
              <w:p w14:paraId="4161A79B" w14:textId="77777777" w:rsidR="009C41F7" w:rsidRDefault="009C41F7" w:rsidP="009C41F7">
                <w:pPr>
                  <w:rPr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2345E733" wp14:editId="4BC35F8D">
                      <wp:extent cx="669600" cy="669600"/>
                      <wp:effectExtent l="0" t="0" r="0" b="0"/>
                      <wp:docPr id="3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66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287472537"/>
            <w:showingPlcHdr/>
            <w:text/>
          </w:sdtPr>
          <w:sdtEndPr/>
          <w:sdtContent>
            <w:tc>
              <w:tcPr>
                <w:tcW w:w="1926" w:type="dxa"/>
                <w:vAlign w:val="center"/>
              </w:tcPr>
              <w:p w14:paraId="5A67BD93" w14:textId="77777777" w:rsidR="009C41F7" w:rsidRDefault="006C4394" w:rsidP="006C4394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  <w:tr w:rsidR="00ED67BE" w14:paraId="3B8B430E" w14:textId="77777777" w:rsidTr="009C41F7">
        <w:trPr>
          <w:trHeight w:val="623"/>
        </w:trPr>
        <w:sdt>
          <w:sdtPr>
            <w:rPr>
              <w:color w:val="808080"/>
              <w:sz w:val="28"/>
              <w:szCs w:val="28"/>
            </w:rPr>
            <w:id w:val="-2077350115"/>
            <w:showingPlcHdr/>
            <w:picture/>
          </w:sdtPr>
          <w:sdtEndPr/>
          <w:sdtContent>
            <w:tc>
              <w:tcPr>
                <w:tcW w:w="1301" w:type="dxa"/>
                <w:vAlign w:val="center"/>
              </w:tcPr>
              <w:p w14:paraId="6FFAFC49" w14:textId="3E7A3DC3" w:rsidR="00ED67BE" w:rsidRDefault="00ED67BE" w:rsidP="00ED67BE">
                <w:pPr>
                  <w:rPr>
                    <w:color w:val="808080"/>
                    <w:sz w:val="28"/>
                    <w:szCs w:val="28"/>
                  </w:rPr>
                </w:pPr>
                <w:r>
                  <w:rPr>
                    <w:noProof/>
                    <w:sz w:val="28"/>
                    <w:szCs w:val="28"/>
                    <w:lang w:val="en-US"/>
                  </w:rPr>
                  <w:drawing>
                    <wp:inline distT="0" distB="0" distL="0" distR="0" wp14:anchorId="72A02E0A" wp14:editId="06132B6D">
                      <wp:extent cx="669600" cy="669600"/>
                      <wp:effectExtent l="0" t="0" r="0" b="0"/>
                      <wp:docPr id="4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9600" cy="66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634557130"/>
            <w:showingPlcHdr/>
            <w:text/>
          </w:sdtPr>
          <w:sdtEndPr/>
          <w:sdtContent>
            <w:tc>
              <w:tcPr>
                <w:tcW w:w="1926" w:type="dxa"/>
                <w:vAlign w:val="center"/>
              </w:tcPr>
              <w:p w14:paraId="0AAD75C2" w14:textId="28759664" w:rsidR="00ED67BE" w:rsidRDefault="00ED67BE" w:rsidP="00ED67B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</w:tbl>
    <w:tbl>
      <w:tblPr>
        <w:tblStyle w:val="TableGrid"/>
        <w:tblpPr w:leftFromText="181" w:rightFromText="181" w:vertAnchor="page" w:horzAnchor="margin" w:tblpY="13025"/>
        <w:tblOverlap w:val="never"/>
        <w:tblW w:w="0" w:type="auto"/>
        <w:tblLook w:val="04A0" w:firstRow="1" w:lastRow="0" w:firstColumn="1" w:lastColumn="0" w:noHBand="0" w:noVBand="1"/>
      </w:tblPr>
      <w:tblGrid>
        <w:gridCol w:w="1818"/>
        <w:gridCol w:w="1834"/>
        <w:gridCol w:w="1701"/>
        <w:gridCol w:w="1712"/>
      </w:tblGrid>
      <w:tr w:rsidR="00ED67BE" w14:paraId="0E2136A1" w14:textId="77777777" w:rsidTr="00ED67BE">
        <w:trPr>
          <w:trHeight w:val="24"/>
        </w:trPr>
        <w:tc>
          <w:tcPr>
            <w:tcW w:w="7065" w:type="dxa"/>
            <w:gridSpan w:val="4"/>
            <w:vAlign w:val="bottom"/>
          </w:tcPr>
          <w:p w14:paraId="1973E4E7" w14:textId="77777777" w:rsidR="00ED67BE" w:rsidRPr="00F13D7E" w:rsidRDefault="00ED67BE" w:rsidP="00ED67BE">
            <w:pPr>
              <w:jc w:val="center"/>
              <w:rPr>
                <w:b/>
                <w:sz w:val="28"/>
                <w:szCs w:val="28"/>
              </w:rPr>
            </w:pPr>
            <w:r w:rsidRPr="00F13D7E">
              <w:rPr>
                <w:b/>
                <w:sz w:val="28"/>
                <w:szCs w:val="28"/>
              </w:rPr>
              <w:t>Reference symbols of hazards</w:t>
            </w:r>
          </w:p>
        </w:tc>
      </w:tr>
      <w:tr w:rsidR="00ED67BE" w14:paraId="1E180415" w14:textId="77777777" w:rsidTr="00ED67BE">
        <w:trPr>
          <w:trHeight w:val="119"/>
        </w:trPr>
        <w:tc>
          <w:tcPr>
            <w:tcW w:w="1818" w:type="dxa"/>
            <w:vAlign w:val="bottom"/>
          </w:tcPr>
          <w:p w14:paraId="2B39879F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7F5396B1" wp14:editId="44C8F4B1">
                  <wp:extent cx="669207" cy="577762"/>
                  <wp:effectExtent l="19050" t="0" r="0" b="0"/>
                  <wp:docPr id="1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G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207" cy="577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149D07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Compressed gas</w:t>
            </w:r>
          </w:p>
        </w:tc>
        <w:tc>
          <w:tcPr>
            <w:tcW w:w="1834" w:type="dxa"/>
            <w:vAlign w:val="bottom"/>
          </w:tcPr>
          <w:p w14:paraId="06D8ED36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6C6015D2" wp14:editId="3D320C3B">
                  <wp:extent cx="657516" cy="576000"/>
                  <wp:effectExtent l="19050" t="0" r="9234" b="0"/>
                  <wp:docPr id="10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lammabl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516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10F806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Flammable</w:t>
            </w:r>
          </w:p>
        </w:tc>
        <w:tc>
          <w:tcPr>
            <w:tcW w:w="1701" w:type="dxa"/>
            <w:vAlign w:val="bottom"/>
          </w:tcPr>
          <w:p w14:paraId="6507DBFD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440BFF7C" wp14:editId="1B551FE6">
                  <wp:extent cx="651023" cy="576000"/>
                  <wp:effectExtent l="19050" t="0" r="0" b="0"/>
                  <wp:docPr id="1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xic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023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8F62A1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Toxic</w:t>
            </w:r>
          </w:p>
        </w:tc>
        <w:tc>
          <w:tcPr>
            <w:tcW w:w="1712" w:type="dxa"/>
            <w:vAlign w:val="bottom"/>
          </w:tcPr>
          <w:p w14:paraId="0CC7C602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2BB58AF4" wp14:editId="6EA088A8">
                  <wp:extent cx="649143" cy="576000"/>
                  <wp:effectExtent l="19050" t="0" r="0" b="0"/>
                  <wp:docPr id="1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rrosive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143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03F698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Corrosive</w:t>
            </w:r>
          </w:p>
        </w:tc>
      </w:tr>
      <w:tr w:rsidR="00ED67BE" w14:paraId="0380CD60" w14:textId="77777777" w:rsidTr="00ED67BE">
        <w:trPr>
          <w:trHeight w:val="608"/>
        </w:trPr>
        <w:tc>
          <w:tcPr>
            <w:tcW w:w="1818" w:type="dxa"/>
            <w:vAlign w:val="bottom"/>
          </w:tcPr>
          <w:p w14:paraId="1A614B75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1FA782F4" wp14:editId="78579019">
                  <wp:extent cx="648000" cy="571500"/>
                  <wp:effectExtent l="19050" t="0" r="0" b="0"/>
                  <wp:docPr id="13" name="Pictur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ser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989954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Laser</w:t>
            </w:r>
          </w:p>
        </w:tc>
        <w:tc>
          <w:tcPr>
            <w:tcW w:w="1834" w:type="dxa"/>
            <w:vAlign w:val="bottom"/>
          </w:tcPr>
          <w:p w14:paraId="763EEC7A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8752" behindDoc="0" locked="0" layoutInCell="1" allowOverlap="1" wp14:anchorId="523FF788" wp14:editId="7B07FE56">
                  <wp:simplePos x="0" y="0"/>
                  <wp:positionH relativeFrom="column">
                    <wp:posOffset>174513</wp:posOffset>
                  </wp:positionH>
                  <wp:positionV relativeFrom="paragraph">
                    <wp:posOffset>186076</wp:posOffset>
                  </wp:positionV>
                  <wp:extent cx="689258" cy="576000"/>
                  <wp:effectExtent l="0" t="0" r="0" b="0"/>
                  <wp:wrapSquare wrapText="bothSides"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V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258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702F0AA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High voltage</w:t>
            </w:r>
          </w:p>
        </w:tc>
        <w:tc>
          <w:tcPr>
            <w:tcW w:w="1701" w:type="dxa"/>
            <w:vAlign w:val="bottom"/>
          </w:tcPr>
          <w:p w14:paraId="76D79CC5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7CB51297" wp14:editId="499713AE">
                  <wp:extent cx="640000" cy="576000"/>
                  <wp:effectExtent l="19050" t="0" r="7700" b="0"/>
                  <wp:docPr id="15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dioactive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000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A62ACD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Radioactive</w:t>
            </w:r>
          </w:p>
        </w:tc>
        <w:tc>
          <w:tcPr>
            <w:tcW w:w="1712" w:type="dxa"/>
            <w:vAlign w:val="bottom"/>
          </w:tcPr>
          <w:p w14:paraId="29C4D06B" w14:textId="77777777" w:rsidR="00ED67BE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43DAD88C" wp14:editId="3DB240A3">
                  <wp:extent cx="668235" cy="576000"/>
                  <wp:effectExtent l="19050" t="0" r="0" b="0"/>
                  <wp:docPr id="16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ohazard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8235" cy="57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7C5975" w14:textId="77777777" w:rsidR="00ED67BE" w:rsidRPr="009A3FA3" w:rsidRDefault="00ED67BE" w:rsidP="00ED67BE">
            <w:pPr>
              <w:jc w:val="center"/>
              <w:rPr>
                <w:sz w:val="24"/>
                <w:szCs w:val="24"/>
              </w:rPr>
            </w:pPr>
            <w:r w:rsidRPr="009A3FA3">
              <w:rPr>
                <w:sz w:val="24"/>
                <w:szCs w:val="24"/>
              </w:rPr>
              <w:t>Bio-hazard</w:t>
            </w:r>
          </w:p>
        </w:tc>
      </w:tr>
    </w:tbl>
    <w:tbl>
      <w:tblPr>
        <w:tblStyle w:val="TableGrid"/>
        <w:tblpPr w:leftFromText="187" w:rightFromText="187" w:vertAnchor="page" w:horzAnchor="margin" w:tblpXSpec="right" w:tblpY="13625"/>
        <w:tblOverlap w:val="never"/>
        <w:tblW w:w="296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4"/>
        <w:gridCol w:w="2431"/>
      </w:tblGrid>
      <w:tr w:rsidR="00ED67BE" w:rsidRPr="00F13D7E" w14:paraId="065D4EC2" w14:textId="77777777" w:rsidTr="00ED67BE">
        <w:tc>
          <w:tcPr>
            <w:tcW w:w="2965" w:type="dxa"/>
            <w:gridSpan w:val="2"/>
          </w:tcPr>
          <w:p w14:paraId="2AF14E80" w14:textId="77777777" w:rsidR="00ED67BE" w:rsidRPr="00F13D7E" w:rsidRDefault="00ED67BE" w:rsidP="00ED67B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Pr="00F13D7E">
              <w:rPr>
                <w:b/>
                <w:sz w:val="28"/>
                <w:szCs w:val="28"/>
              </w:rPr>
              <w:t>rotective equipment</w:t>
            </w:r>
          </w:p>
        </w:tc>
      </w:tr>
      <w:tr w:rsidR="00ED67BE" w:rsidRPr="00F13D7E" w14:paraId="0F67E121" w14:textId="77777777" w:rsidTr="00ED67BE">
        <w:tc>
          <w:tcPr>
            <w:tcW w:w="534" w:type="dxa"/>
          </w:tcPr>
          <w:p w14:paraId="44A31C2D" w14:textId="77777777" w:rsidR="00ED67BE" w:rsidRPr="00F13D7E" w:rsidRDefault="00ED67BE" w:rsidP="00ED67BE">
            <w:pPr>
              <w:rPr>
                <w:sz w:val="28"/>
                <w:szCs w:val="28"/>
              </w:rPr>
            </w:pPr>
            <w:r w:rsidRPr="00F13D7E">
              <w:rPr>
                <w:sz w:val="28"/>
                <w:szCs w:val="28"/>
              </w:rPr>
              <w:t>1</w:t>
            </w:r>
          </w:p>
        </w:tc>
        <w:sdt>
          <w:sdtPr>
            <w:id w:val="4094014"/>
            <w:text/>
          </w:sdtPr>
          <w:sdtEndPr/>
          <w:sdtContent>
            <w:tc>
              <w:tcPr>
                <w:tcW w:w="2431" w:type="dxa"/>
              </w:tcPr>
              <w:p w14:paraId="407CD0ED" w14:textId="77777777" w:rsidR="00ED67BE" w:rsidRPr="00F13D7E" w:rsidRDefault="00ED67BE" w:rsidP="00ED67BE">
                <w:pPr>
                  <w:rPr>
                    <w:sz w:val="28"/>
                    <w:szCs w:val="28"/>
                  </w:rPr>
                </w:pPr>
                <w:r w:rsidRPr="00430327">
                  <w:t xml:space="preserve"> Laser safety glasses 632.8 nm </w:t>
                </w:r>
              </w:p>
            </w:tc>
          </w:sdtContent>
        </w:sdt>
      </w:tr>
      <w:tr w:rsidR="00ED67BE" w:rsidRPr="00F13D7E" w14:paraId="7DEECE9C" w14:textId="77777777" w:rsidTr="00ED67BE">
        <w:tc>
          <w:tcPr>
            <w:tcW w:w="534" w:type="dxa"/>
          </w:tcPr>
          <w:p w14:paraId="1F3457FA" w14:textId="77777777" w:rsidR="00ED67BE" w:rsidRPr="00F13D7E" w:rsidRDefault="00ED67BE" w:rsidP="00ED67BE">
            <w:pPr>
              <w:rPr>
                <w:sz w:val="28"/>
                <w:szCs w:val="28"/>
              </w:rPr>
            </w:pPr>
            <w:r w:rsidRPr="00F13D7E">
              <w:rPr>
                <w:sz w:val="28"/>
                <w:szCs w:val="28"/>
              </w:rPr>
              <w:t>2</w:t>
            </w:r>
          </w:p>
        </w:tc>
        <w:sdt>
          <w:sdtPr>
            <w:rPr>
              <w:sz w:val="24"/>
            </w:rPr>
            <w:id w:val="4094015"/>
            <w:text/>
          </w:sdtPr>
          <w:sdtEndPr/>
          <w:sdtContent>
            <w:tc>
              <w:tcPr>
                <w:tcW w:w="2431" w:type="dxa"/>
              </w:tcPr>
              <w:p w14:paraId="361FD302" w14:textId="77777777" w:rsidR="00ED67BE" w:rsidRPr="00F13D7E" w:rsidRDefault="00ED67BE" w:rsidP="00ED67BE">
                <w:pPr>
                  <w:rPr>
                    <w:sz w:val="28"/>
                    <w:szCs w:val="28"/>
                  </w:rPr>
                </w:pPr>
                <w:r w:rsidRPr="00430327">
                  <w:rPr>
                    <w:sz w:val="24"/>
                  </w:rPr>
                  <w:t xml:space="preserve"> Nitrile gloves </w:t>
                </w:r>
              </w:p>
            </w:tc>
          </w:sdtContent>
        </w:sdt>
      </w:tr>
      <w:tr w:rsidR="00ED67BE" w:rsidRPr="00F13D7E" w14:paraId="451FEA45" w14:textId="77777777" w:rsidTr="00ED67BE">
        <w:tc>
          <w:tcPr>
            <w:tcW w:w="534" w:type="dxa"/>
          </w:tcPr>
          <w:p w14:paraId="4D794389" w14:textId="77777777" w:rsidR="00ED67BE" w:rsidRPr="00F13D7E" w:rsidRDefault="00ED67BE" w:rsidP="00ED67BE">
            <w:pPr>
              <w:rPr>
                <w:sz w:val="28"/>
                <w:szCs w:val="28"/>
              </w:rPr>
            </w:pPr>
            <w:r w:rsidRPr="00F13D7E">
              <w:rPr>
                <w:sz w:val="28"/>
                <w:szCs w:val="28"/>
              </w:rPr>
              <w:t>3</w:t>
            </w:r>
          </w:p>
        </w:tc>
        <w:sdt>
          <w:sdtPr>
            <w:rPr>
              <w:sz w:val="24"/>
            </w:rPr>
            <w:id w:val="4094016"/>
            <w:text/>
          </w:sdtPr>
          <w:sdtEndPr/>
          <w:sdtContent>
            <w:tc>
              <w:tcPr>
                <w:tcW w:w="2431" w:type="dxa"/>
              </w:tcPr>
              <w:p w14:paraId="4020CB31" w14:textId="77777777" w:rsidR="00ED67BE" w:rsidRPr="00F13D7E" w:rsidRDefault="00ED67BE" w:rsidP="00ED67BE">
                <w:pPr>
                  <w:rPr>
                    <w:sz w:val="28"/>
                    <w:szCs w:val="28"/>
                  </w:rPr>
                </w:pPr>
                <w:r w:rsidRPr="00430327">
                  <w:rPr>
                    <w:sz w:val="24"/>
                  </w:rPr>
                  <w:t xml:space="preserve"> Lab shoes </w:t>
                </w:r>
              </w:p>
            </w:tc>
          </w:sdtContent>
        </w:sdt>
      </w:tr>
      <w:tr w:rsidR="00ED67BE" w:rsidRPr="00F13D7E" w14:paraId="12A26D92" w14:textId="77777777" w:rsidTr="00ED67BE">
        <w:tc>
          <w:tcPr>
            <w:tcW w:w="534" w:type="dxa"/>
          </w:tcPr>
          <w:p w14:paraId="746B403D" w14:textId="77777777" w:rsidR="00ED67BE" w:rsidRPr="00F13D7E" w:rsidRDefault="00ED67BE" w:rsidP="00ED67BE">
            <w:pPr>
              <w:rPr>
                <w:sz w:val="28"/>
                <w:szCs w:val="28"/>
              </w:rPr>
            </w:pPr>
            <w:r w:rsidRPr="00F13D7E">
              <w:rPr>
                <w:sz w:val="28"/>
                <w:szCs w:val="28"/>
              </w:rPr>
              <w:t>4</w:t>
            </w:r>
          </w:p>
        </w:tc>
        <w:sdt>
          <w:sdtPr>
            <w:rPr>
              <w:sz w:val="28"/>
              <w:szCs w:val="28"/>
            </w:rPr>
            <w:id w:val="4094017"/>
            <w:showingPlcHdr/>
            <w:text/>
          </w:sdtPr>
          <w:sdtEndPr/>
          <w:sdtContent>
            <w:tc>
              <w:tcPr>
                <w:tcW w:w="2431" w:type="dxa"/>
              </w:tcPr>
              <w:p w14:paraId="518C68EF" w14:textId="77777777" w:rsidR="00ED67BE" w:rsidRPr="00F13D7E" w:rsidRDefault="00ED67BE" w:rsidP="00ED67B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  <w:tr w:rsidR="00ED67BE" w:rsidRPr="00F13D7E" w14:paraId="36C6FB35" w14:textId="77777777" w:rsidTr="00ED67BE">
        <w:tc>
          <w:tcPr>
            <w:tcW w:w="534" w:type="dxa"/>
          </w:tcPr>
          <w:p w14:paraId="7C523E38" w14:textId="77777777" w:rsidR="00ED67BE" w:rsidRPr="00F13D7E" w:rsidRDefault="00ED67BE" w:rsidP="00ED67BE">
            <w:pPr>
              <w:rPr>
                <w:sz w:val="28"/>
                <w:szCs w:val="28"/>
              </w:rPr>
            </w:pPr>
            <w:r w:rsidRPr="00F13D7E">
              <w:rPr>
                <w:sz w:val="28"/>
                <w:szCs w:val="28"/>
              </w:rPr>
              <w:t>5</w:t>
            </w:r>
          </w:p>
        </w:tc>
        <w:sdt>
          <w:sdtPr>
            <w:rPr>
              <w:sz w:val="28"/>
              <w:szCs w:val="28"/>
            </w:rPr>
            <w:id w:val="4094018"/>
            <w:showingPlcHdr/>
            <w:text/>
          </w:sdtPr>
          <w:sdtEndPr/>
          <w:sdtContent>
            <w:tc>
              <w:tcPr>
                <w:tcW w:w="2431" w:type="dxa"/>
              </w:tcPr>
              <w:p w14:paraId="7A29F5C8" w14:textId="77777777" w:rsidR="00ED67BE" w:rsidRPr="00F13D7E" w:rsidRDefault="00ED67BE" w:rsidP="00ED67BE">
                <w:pPr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    </w:t>
                </w:r>
              </w:p>
            </w:tc>
          </w:sdtContent>
        </w:sdt>
      </w:tr>
    </w:tbl>
    <w:p w14:paraId="61385626" w14:textId="4B2D428A" w:rsidR="002A544E" w:rsidRDefault="002A544E" w:rsidP="002A544E">
      <w:pPr>
        <w:spacing w:line="240" w:lineRule="auto"/>
        <w:rPr>
          <w:b/>
          <w:sz w:val="28"/>
          <w:szCs w:val="28"/>
        </w:rPr>
      </w:pPr>
    </w:p>
    <w:p w14:paraId="494DCFB6" w14:textId="225E9861" w:rsidR="002A544E" w:rsidRDefault="005C12FC" w:rsidP="009C41F7">
      <w:pPr>
        <w:spacing w:line="24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1B7FF001" wp14:editId="5EF3023C">
            <wp:simplePos x="0" y="0"/>
            <wp:positionH relativeFrom="column">
              <wp:posOffset>113323</wp:posOffset>
            </wp:positionH>
            <wp:positionV relativeFrom="paragraph">
              <wp:posOffset>300188</wp:posOffset>
            </wp:positionV>
            <wp:extent cx="296114" cy="573070"/>
            <wp:effectExtent l="0" t="0" r="889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14" cy="57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 wp14:anchorId="5990931A" wp14:editId="7597D33A">
            <wp:simplePos x="0" y="0"/>
            <wp:positionH relativeFrom="column">
              <wp:posOffset>1591855</wp:posOffset>
            </wp:positionH>
            <wp:positionV relativeFrom="paragraph">
              <wp:posOffset>4093468</wp:posOffset>
            </wp:positionV>
            <wp:extent cx="290830" cy="29083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305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C12B38" wp14:editId="236C893D">
                <wp:simplePos x="0" y="0"/>
                <wp:positionH relativeFrom="column">
                  <wp:posOffset>1009650</wp:posOffset>
                </wp:positionH>
                <wp:positionV relativeFrom="paragraph">
                  <wp:posOffset>301625</wp:posOffset>
                </wp:positionV>
                <wp:extent cx="683895" cy="331470"/>
                <wp:effectExtent l="0" t="0" r="1905" b="25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31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5BD3C0" w14:textId="32A464AB" w:rsidR="00D03059" w:rsidRDefault="00D03059">
                            <w:r>
                              <w:t>Window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C12B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5pt;margin-top:23.75pt;width:53.85pt;height:2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7sAtwIAALg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" filled="f" stroked="f">
                <v:textbox>
                  <w:txbxContent>
                    <w:p w14:paraId="3B5BD3C0" w14:textId="32A464AB" w:rsidR="00D03059" w:rsidRDefault="00D03059">
                      <w:r>
                        <w:t>Window</w:t>
                      </w:r>
                    </w:p>
                  </w:txbxContent>
                </v:textbox>
              </v:shape>
            </w:pict>
          </mc:Fallback>
        </mc:AlternateContent>
      </w:r>
      <w:r w:rsidR="002A544E" w:rsidRPr="00F13D7E">
        <w:rPr>
          <w:b/>
          <w:sz w:val="28"/>
          <w:szCs w:val="28"/>
        </w:rPr>
        <w:t>Room Floor Plan:</w:t>
      </w:r>
      <w:sdt>
        <w:sdtPr>
          <w:rPr>
            <w:sz w:val="28"/>
            <w:szCs w:val="28"/>
          </w:rPr>
          <w:id w:val="-1593151746"/>
          <w:picture/>
        </w:sdtPr>
        <w:sdtEndPr/>
        <w:sdtContent>
          <w:r w:rsidR="00430327" w:rsidRPr="00430327">
            <w:rPr>
              <w:noProof/>
              <w:sz w:val="28"/>
              <w:szCs w:val="28"/>
              <w:lang w:val="en-US"/>
            </w:rPr>
            <w:drawing>
              <wp:inline distT="0" distB="0" distL="0" distR="0" wp14:anchorId="0BBCAFE1" wp14:editId="60B3F11A">
                <wp:extent cx="4116030" cy="4320330"/>
                <wp:effectExtent l="19050" t="0" r="0" b="0"/>
                <wp:docPr id="2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19582" cy="43240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6E910225" w14:textId="77777777" w:rsidR="002A544E" w:rsidRDefault="002A544E" w:rsidP="00E377A9">
      <w:pPr>
        <w:tabs>
          <w:tab w:val="left" w:pos="7230"/>
        </w:tabs>
      </w:pPr>
    </w:p>
    <w:sectPr w:rsidR="002A544E" w:rsidSect="00D03059">
      <w:footerReference w:type="default" r:id="rId24"/>
      <w:pgSz w:w="11906" w:h="16838" w:code="9"/>
      <w:pgMar w:top="630" w:right="720" w:bottom="720" w:left="720" w:header="227" w:footer="227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D7C3D3" w14:textId="77777777" w:rsidR="005D000F" w:rsidRDefault="005D000F" w:rsidP="002A544E">
      <w:pPr>
        <w:spacing w:after="0" w:line="240" w:lineRule="auto"/>
      </w:pPr>
      <w:r>
        <w:separator/>
      </w:r>
    </w:p>
  </w:endnote>
  <w:endnote w:type="continuationSeparator" w:id="0">
    <w:p w14:paraId="68C81364" w14:textId="77777777" w:rsidR="005D000F" w:rsidRDefault="005D000F" w:rsidP="002A5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167C5" w14:textId="70CF87D9" w:rsidR="00453915" w:rsidRDefault="00094ECD" w:rsidP="00094ECD">
    <w:pPr>
      <w:pStyle w:val="Footer"/>
      <w:tabs>
        <w:tab w:val="clear" w:pos="4513"/>
        <w:tab w:val="clear" w:pos="9026"/>
        <w:tab w:val="center" w:pos="5220"/>
        <w:tab w:val="right" w:pos="10440"/>
      </w:tabs>
    </w:pPr>
    <w:r>
      <w:t>IISc Safety Signage</w:t>
    </w:r>
    <w:r>
      <w:tab/>
      <w:t>Hazard Safety Sheet V1.0</w:t>
    </w:r>
    <w:r>
      <w:tab/>
      <w:t>©2019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3B757" w14:textId="77777777" w:rsidR="005D000F" w:rsidRDefault="005D000F" w:rsidP="002A544E">
      <w:pPr>
        <w:spacing w:after="0" w:line="240" w:lineRule="auto"/>
      </w:pPr>
      <w:r>
        <w:separator/>
      </w:r>
    </w:p>
  </w:footnote>
  <w:footnote w:type="continuationSeparator" w:id="0">
    <w:p w14:paraId="23BFD9A3" w14:textId="77777777" w:rsidR="005D000F" w:rsidRDefault="005D000F" w:rsidP="002A54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B3A"/>
    <w:rsid w:val="000238B4"/>
    <w:rsid w:val="00085824"/>
    <w:rsid w:val="00094ECD"/>
    <w:rsid w:val="001D7493"/>
    <w:rsid w:val="001E7F26"/>
    <w:rsid w:val="00277E2D"/>
    <w:rsid w:val="002A544E"/>
    <w:rsid w:val="002B2F42"/>
    <w:rsid w:val="002B73AA"/>
    <w:rsid w:val="002E387E"/>
    <w:rsid w:val="002F46F6"/>
    <w:rsid w:val="0031664F"/>
    <w:rsid w:val="003860BB"/>
    <w:rsid w:val="0039418B"/>
    <w:rsid w:val="00430327"/>
    <w:rsid w:val="00440C18"/>
    <w:rsid w:val="00453915"/>
    <w:rsid w:val="00472BAB"/>
    <w:rsid w:val="0059604B"/>
    <w:rsid w:val="005C12FC"/>
    <w:rsid w:val="005D000F"/>
    <w:rsid w:val="006C4394"/>
    <w:rsid w:val="006D28C7"/>
    <w:rsid w:val="009C41F7"/>
    <w:rsid w:val="00A14820"/>
    <w:rsid w:val="00A434BD"/>
    <w:rsid w:val="00B564F6"/>
    <w:rsid w:val="00B90EB3"/>
    <w:rsid w:val="00C47A4F"/>
    <w:rsid w:val="00C61F8D"/>
    <w:rsid w:val="00D03059"/>
    <w:rsid w:val="00DA097B"/>
    <w:rsid w:val="00E377A9"/>
    <w:rsid w:val="00EC4B3A"/>
    <w:rsid w:val="00ED67BE"/>
    <w:rsid w:val="00F77287"/>
    <w:rsid w:val="00FD6DAA"/>
    <w:rsid w:val="00FE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9BBAB1"/>
  <w15:docId w15:val="{457A7DBF-28C8-4F2C-A0EC-D7EEA9BC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54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A5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44E"/>
  </w:style>
  <w:style w:type="paragraph" w:styleId="Footer">
    <w:name w:val="footer"/>
    <w:basedOn w:val="Normal"/>
    <w:link w:val="FooterChar"/>
    <w:uiPriority w:val="99"/>
    <w:unhideWhenUsed/>
    <w:rsid w:val="002A54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44E"/>
  </w:style>
  <w:style w:type="character" w:styleId="PlaceholderText">
    <w:name w:val="Placeholder Text"/>
    <w:basedOn w:val="DefaultParagraphFont"/>
    <w:uiPriority w:val="99"/>
    <w:semiHidden/>
    <w:rsid w:val="002A544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4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A5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2">
    <w:name w:val="Style2"/>
    <w:basedOn w:val="DefaultParagraphFont"/>
    <w:uiPriority w:val="1"/>
    <w:rsid w:val="00FD6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glossaryDocument" Target="glossary/document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\Documents\Custom%20Office%20Templates\LabHazard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9096105FCFD4B349C51D762FD032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16B6BD-EEE3-4C47-8553-6C29E2934DDC}"/>
      </w:docPartPr>
      <w:docPartBody>
        <w:p w:rsidR="004A75E3" w:rsidRDefault="00DA41E0" w:rsidP="00DA41E0">
          <w:pPr>
            <w:pStyle w:val="A9096105FCFD4B349C51D762FD032474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98BB5388299A4DA389967E7B6970E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98BEC-72EE-4CBF-BE22-2FCEEFB87ABF}"/>
      </w:docPartPr>
      <w:docPartBody>
        <w:p w:rsidR="004A75E3" w:rsidRDefault="00DA41E0" w:rsidP="00DA41E0">
          <w:pPr>
            <w:pStyle w:val="98BB5388299A4DA389967E7B6970EE81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9CD0431215484C8094B2715B9009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03DA2F-78C1-4FE8-8FF3-948C2F019B86}"/>
      </w:docPartPr>
      <w:docPartBody>
        <w:p w:rsidR="004A75E3" w:rsidRDefault="00DA41E0" w:rsidP="00DA41E0">
          <w:pPr>
            <w:pStyle w:val="9CD0431215484C8094B2715B9009409D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F57609A6A1D14E21A9260CF9AFB38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4B4C1-C12A-46A8-8366-4E9E5824D10B}"/>
      </w:docPartPr>
      <w:docPartBody>
        <w:p w:rsidR="00656524" w:rsidRDefault="004A75E3" w:rsidP="004A75E3">
          <w:pPr>
            <w:pStyle w:val="F57609A6A1D14E21A9260CF9AFB38D27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47B1D2013E62481483F63E2AF8E69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092EF-1601-413C-9298-B8F12C80DB92}"/>
      </w:docPartPr>
      <w:docPartBody>
        <w:p w:rsidR="00656524" w:rsidRDefault="004A75E3" w:rsidP="004A75E3">
          <w:pPr>
            <w:pStyle w:val="47B1D2013E62481483F63E2AF8E69829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85C675632EFA4EB2B4548695B0661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B1047E-6685-4A62-9BE9-F2F7D24B7FF8}"/>
      </w:docPartPr>
      <w:docPartBody>
        <w:p w:rsidR="00656524" w:rsidRDefault="004A75E3" w:rsidP="004A75E3">
          <w:pPr>
            <w:pStyle w:val="85C675632EFA4EB2B4548695B0661ACA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203AB033A9FC4866832D8E12F0A8C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08942-D371-4424-91A5-C6E09AD3C36D}"/>
      </w:docPartPr>
      <w:docPartBody>
        <w:p w:rsidR="00415A4B" w:rsidRDefault="008F38D4" w:rsidP="008F38D4">
          <w:pPr>
            <w:pStyle w:val="203AB033A9FC4866832D8E12F0A8CB66"/>
          </w:pPr>
          <w:r w:rsidRPr="00095D0A">
            <w:rPr>
              <w:rStyle w:val="PlaceholderText"/>
            </w:rPr>
            <w:t>Click here to enter text.</w:t>
          </w:r>
        </w:p>
      </w:docPartBody>
    </w:docPart>
    <w:docPart>
      <w:docPartPr>
        <w:name w:val="6B259763C43547128B6CAC8A1627A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C9E0D-7FE9-4529-87CB-CA0B5EF64DD8}"/>
      </w:docPartPr>
      <w:docPartBody>
        <w:p w:rsidR="00415A4B" w:rsidRDefault="008F38D4" w:rsidP="008F38D4">
          <w:pPr>
            <w:pStyle w:val="6B259763C43547128B6CAC8A1627ADA9"/>
          </w:pPr>
          <w:r w:rsidRPr="00095D0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CFF"/>
    <w:rsid w:val="00385339"/>
    <w:rsid w:val="00415A4B"/>
    <w:rsid w:val="004441FB"/>
    <w:rsid w:val="004A75E3"/>
    <w:rsid w:val="00656524"/>
    <w:rsid w:val="008F38D4"/>
    <w:rsid w:val="00921537"/>
    <w:rsid w:val="00CA725C"/>
    <w:rsid w:val="00CC0916"/>
    <w:rsid w:val="00CE5CFF"/>
    <w:rsid w:val="00DA41E0"/>
    <w:rsid w:val="00EE7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72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38D4"/>
    <w:rPr>
      <w:color w:val="808080"/>
    </w:rPr>
  </w:style>
  <w:style w:type="paragraph" w:customStyle="1" w:styleId="CA10E87A2F634CDAB39FF24D6520152C">
    <w:name w:val="CA10E87A2F634CDAB39FF24D6520152C"/>
    <w:rsid w:val="00CA725C"/>
  </w:style>
  <w:style w:type="paragraph" w:customStyle="1" w:styleId="F73249EB448E447089EF2347F5531701">
    <w:name w:val="F73249EB448E447089EF2347F5531701"/>
    <w:rsid w:val="00CA725C"/>
  </w:style>
  <w:style w:type="paragraph" w:customStyle="1" w:styleId="A031D2F3ACC64EF4BCC4C39BE6E10FA6">
    <w:name w:val="A031D2F3ACC64EF4BCC4C39BE6E10FA6"/>
    <w:rsid w:val="00DA41E0"/>
  </w:style>
  <w:style w:type="paragraph" w:customStyle="1" w:styleId="E68895F1FAC343CABA426EA4AD9262A8">
    <w:name w:val="E68895F1FAC343CABA426EA4AD9262A8"/>
    <w:rsid w:val="00DA41E0"/>
  </w:style>
  <w:style w:type="paragraph" w:customStyle="1" w:styleId="C1C6E9AE442448A485BE7306ADB0574A">
    <w:name w:val="C1C6E9AE442448A485BE7306ADB0574A"/>
    <w:rsid w:val="00DA41E0"/>
  </w:style>
  <w:style w:type="paragraph" w:customStyle="1" w:styleId="A9096105FCFD4B349C51D762FD032474">
    <w:name w:val="A9096105FCFD4B349C51D762FD032474"/>
    <w:rsid w:val="00DA41E0"/>
  </w:style>
  <w:style w:type="paragraph" w:customStyle="1" w:styleId="98BB5388299A4DA389967E7B6970EE81">
    <w:name w:val="98BB5388299A4DA389967E7B6970EE81"/>
    <w:rsid w:val="00DA41E0"/>
  </w:style>
  <w:style w:type="paragraph" w:customStyle="1" w:styleId="9CD0431215484C8094B2715B9009409D">
    <w:name w:val="9CD0431215484C8094B2715B9009409D"/>
    <w:rsid w:val="00DA41E0"/>
  </w:style>
  <w:style w:type="paragraph" w:customStyle="1" w:styleId="F57609A6A1D14E21A9260CF9AFB38D27">
    <w:name w:val="F57609A6A1D14E21A9260CF9AFB38D27"/>
    <w:rsid w:val="004A75E3"/>
  </w:style>
  <w:style w:type="paragraph" w:customStyle="1" w:styleId="47B1D2013E62481483F63E2AF8E69829">
    <w:name w:val="47B1D2013E62481483F63E2AF8E69829"/>
    <w:rsid w:val="004A75E3"/>
  </w:style>
  <w:style w:type="paragraph" w:customStyle="1" w:styleId="85C675632EFA4EB2B4548695B0661ACA">
    <w:name w:val="85C675632EFA4EB2B4548695B0661ACA"/>
    <w:rsid w:val="004A75E3"/>
  </w:style>
  <w:style w:type="paragraph" w:customStyle="1" w:styleId="3168D7DA89834A978DF8B0BD90CADC49">
    <w:name w:val="3168D7DA89834A978DF8B0BD90CADC49"/>
    <w:rsid w:val="008F38D4"/>
    <w:pPr>
      <w:spacing w:after="160" w:line="259" w:lineRule="auto"/>
    </w:pPr>
    <w:rPr>
      <w:lang w:val="en-IN" w:eastAsia="en-IN"/>
    </w:rPr>
  </w:style>
  <w:style w:type="paragraph" w:customStyle="1" w:styleId="29CF314C527C40AE9D4E29ED9E9057A8">
    <w:name w:val="29CF314C527C40AE9D4E29ED9E9057A8"/>
    <w:rsid w:val="008F38D4"/>
    <w:pPr>
      <w:spacing w:after="160" w:line="259" w:lineRule="auto"/>
    </w:pPr>
    <w:rPr>
      <w:lang w:val="en-IN" w:eastAsia="en-IN"/>
    </w:rPr>
  </w:style>
  <w:style w:type="paragraph" w:customStyle="1" w:styleId="203AB033A9FC4866832D8E12F0A8CB66">
    <w:name w:val="203AB033A9FC4866832D8E12F0A8CB66"/>
    <w:rsid w:val="008F38D4"/>
    <w:pPr>
      <w:spacing w:after="160" w:line="259" w:lineRule="auto"/>
    </w:pPr>
    <w:rPr>
      <w:lang w:val="en-IN" w:eastAsia="en-IN"/>
    </w:rPr>
  </w:style>
  <w:style w:type="paragraph" w:customStyle="1" w:styleId="6B259763C43547128B6CAC8A1627ADA9">
    <w:name w:val="6B259763C43547128B6CAC8A1627ADA9"/>
    <w:rsid w:val="008F38D4"/>
    <w:pPr>
      <w:spacing w:after="160" w:line="259" w:lineRule="auto"/>
    </w:pPr>
    <w:rPr>
      <w:lang w:val="en-IN" w:eastAsia="en-I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99C4-8C59-4DC7-BFFF-C31F8B000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LabHazardSheet.dotx</Template>
  <TotalTime>35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siriki</dc:creator>
  <cp:lastModifiedBy>Sushobhan avasthi</cp:lastModifiedBy>
  <cp:revision>11</cp:revision>
  <cp:lastPrinted>2019-02-01T12:53:00Z</cp:lastPrinted>
  <dcterms:created xsi:type="dcterms:W3CDTF">2014-10-26T06:23:00Z</dcterms:created>
  <dcterms:modified xsi:type="dcterms:W3CDTF">2019-02-01T13:06:00Z</dcterms:modified>
</cp:coreProperties>
</file>